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F2E3555" w14:textId="77777777" w:rsidTr="00F862D6">
        <w:tc>
          <w:tcPr>
            <w:tcW w:w="1020" w:type="dxa"/>
          </w:tcPr>
          <w:p w14:paraId="1B933EEE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43E15B87" wp14:editId="37812814">
                      <wp:simplePos x="0" y="0"/>
                      <wp:positionH relativeFrom="page">
                        <wp:posOffset>2580005</wp:posOffset>
                      </wp:positionH>
                      <wp:positionV relativeFrom="page">
                        <wp:posOffset>203200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33E708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3E15B8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3.15pt;margin-top:16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133E708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7AE203C7" w14:textId="77777777" w:rsidR="00F64786" w:rsidRDefault="00F64786" w:rsidP="0077673A"/>
        </w:tc>
        <w:tc>
          <w:tcPr>
            <w:tcW w:w="823" w:type="dxa"/>
          </w:tcPr>
          <w:p w14:paraId="4BB7E8E5" w14:textId="77777777" w:rsidR="00F64786" w:rsidRDefault="00F64786" w:rsidP="0077673A"/>
        </w:tc>
        <w:tc>
          <w:tcPr>
            <w:tcW w:w="3685" w:type="dxa"/>
          </w:tcPr>
          <w:p w14:paraId="696E7FEA" w14:textId="77777777" w:rsidR="00F64786" w:rsidRDefault="00F64786" w:rsidP="0077673A"/>
        </w:tc>
      </w:tr>
      <w:tr w:rsidR="00F862D6" w14:paraId="500743E9" w14:textId="77777777" w:rsidTr="00596C7E">
        <w:tc>
          <w:tcPr>
            <w:tcW w:w="1020" w:type="dxa"/>
          </w:tcPr>
          <w:p w14:paraId="3AC0EB5A" w14:textId="77777777" w:rsidR="00F862D6" w:rsidRDefault="00F862D6" w:rsidP="0077673A"/>
        </w:tc>
        <w:tc>
          <w:tcPr>
            <w:tcW w:w="2552" w:type="dxa"/>
          </w:tcPr>
          <w:p w14:paraId="16119DA3" w14:textId="77777777" w:rsidR="00F862D6" w:rsidRDefault="00F862D6" w:rsidP="00764595"/>
        </w:tc>
        <w:tc>
          <w:tcPr>
            <w:tcW w:w="823" w:type="dxa"/>
          </w:tcPr>
          <w:p w14:paraId="3CD923B2" w14:textId="77777777" w:rsidR="00F862D6" w:rsidRDefault="00F862D6" w:rsidP="0077673A"/>
        </w:tc>
        <w:tc>
          <w:tcPr>
            <w:tcW w:w="3685" w:type="dxa"/>
            <w:vMerge w:val="restart"/>
          </w:tcPr>
          <w:p w14:paraId="713B4751" w14:textId="77777777" w:rsidR="00596C7E" w:rsidRDefault="00596C7E" w:rsidP="00596C7E">
            <w:pPr>
              <w:rPr>
                <w:rStyle w:val="Potovnadresa"/>
              </w:rPr>
            </w:pPr>
          </w:p>
          <w:p w14:paraId="0A2BDE99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06B2C7D3" w14:textId="77777777" w:rsidTr="00F862D6">
        <w:tc>
          <w:tcPr>
            <w:tcW w:w="1020" w:type="dxa"/>
          </w:tcPr>
          <w:p w14:paraId="41C5218E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42A50B3E" w14:textId="7740940A" w:rsidR="00F862D6" w:rsidRPr="00DE4857" w:rsidRDefault="00DE4857" w:rsidP="0037111D">
            <w:r w:rsidRPr="00DE4857">
              <w:rPr>
                <w:rFonts w:ascii="Helvetica" w:hAnsi="Helvetica"/>
              </w:rPr>
              <w:t>81</w:t>
            </w:r>
            <w:r w:rsidR="00CF56A0">
              <w:rPr>
                <w:rFonts w:ascii="Helvetica" w:hAnsi="Helvetica"/>
              </w:rPr>
              <w:t>00</w:t>
            </w:r>
            <w:r w:rsidRPr="00DE4857">
              <w:rPr>
                <w:rFonts w:ascii="Helvetica" w:hAnsi="Helvetica"/>
              </w:rPr>
              <w:t>/2023-SŽ-SSV-Ú3</w:t>
            </w:r>
          </w:p>
        </w:tc>
        <w:tc>
          <w:tcPr>
            <w:tcW w:w="823" w:type="dxa"/>
          </w:tcPr>
          <w:p w14:paraId="50AD2E60" w14:textId="77777777" w:rsidR="00F862D6" w:rsidRDefault="00F862D6" w:rsidP="0077673A"/>
        </w:tc>
        <w:tc>
          <w:tcPr>
            <w:tcW w:w="3685" w:type="dxa"/>
            <w:vMerge/>
          </w:tcPr>
          <w:p w14:paraId="1ED90573" w14:textId="77777777" w:rsidR="00F862D6" w:rsidRDefault="00F862D6" w:rsidP="0077673A"/>
        </w:tc>
      </w:tr>
      <w:tr w:rsidR="00C23946" w14:paraId="138E12BC" w14:textId="77777777" w:rsidTr="00F862D6">
        <w:tc>
          <w:tcPr>
            <w:tcW w:w="1020" w:type="dxa"/>
          </w:tcPr>
          <w:p w14:paraId="13A8A23A" w14:textId="77777777" w:rsidR="00C23946" w:rsidRPr="000C5650" w:rsidRDefault="00C23946" w:rsidP="00C23946">
            <w:r w:rsidRPr="000C5650">
              <w:t>Listů/příloh</w:t>
            </w:r>
          </w:p>
        </w:tc>
        <w:tc>
          <w:tcPr>
            <w:tcW w:w="2552" w:type="dxa"/>
          </w:tcPr>
          <w:p w14:paraId="476443DE" w14:textId="1CC3104B" w:rsidR="00C23946" w:rsidRPr="00DE4857" w:rsidRDefault="00DE4857" w:rsidP="00C23946">
            <w:r w:rsidRPr="00DE4857">
              <w:t>2</w:t>
            </w:r>
            <w:r w:rsidR="00C23946" w:rsidRPr="00DE4857">
              <w:t>/</w:t>
            </w:r>
            <w:r w:rsidR="00CF56A0">
              <w:t>0</w:t>
            </w:r>
          </w:p>
        </w:tc>
        <w:tc>
          <w:tcPr>
            <w:tcW w:w="823" w:type="dxa"/>
          </w:tcPr>
          <w:p w14:paraId="6C8C6959" w14:textId="77777777" w:rsidR="00C23946" w:rsidRDefault="00C23946" w:rsidP="00C23946"/>
        </w:tc>
        <w:tc>
          <w:tcPr>
            <w:tcW w:w="3685" w:type="dxa"/>
            <w:vMerge/>
          </w:tcPr>
          <w:p w14:paraId="61B26308" w14:textId="77777777" w:rsidR="00C23946" w:rsidRDefault="00C23946" w:rsidP="00C23946">
            <w:pPr>
              <w:rPr>
                <w:noProof/>
              </w:rPr>
            </w:pPr>
          </w:p>
        </w:tc>
      </w:tr>
      <w:tr w:rsidR="00C23946" w14:paraId="5D4BF61E" w14:textId="77777777" w:rsidTr="00B23CA3">
        <w:trPr>
          <w:trHeight w:val="77"/>
        </w:trPr>
        <w:tc>
          <w:tcPr>
            <w:tcW w:w="1020" w:type="dxa"/>
          </w:tcPr>
          <w:p w14:paraId="4C716E31" w14:textId="77777777" w:rsidR="00C23946" w:rsidRDefault="00C23946" w:rsidP="00C23946"/>
        </w:tc>
        <w:tc>
          <w:tcPr>
            <w:tcW w:w="2552" w:type="dxa"/>
          </w:tcPr>
          <w:p w14:paraId="369D3AF9" w14:textId="77777777" w:rsidR="00C23946" w:rsidRPr="00DE4857" w:rsidRDefault="00C23946" w:rsidP="00C23946"/>
        </w:tc>
        <w:tc>
          <w:tcPr>
            <w:tcW w:w="823" w:type="dxa"/>
          </w:tcPr>
          <w:p w14:paraId="48EC2EE2" w14:textId="77777777" w:rsidR="00C23946" w:rsidRDefault="00C23946" w:rsidP="00C23946"/>
        </w:tc>
        <w:tc>
          <w:tcPr>
            <w:tcW w:w="3685" w:type="dxa"/>
            <w:vMerge/>
          </w:tcPr>
          <w:p w14:paraId="27CF786F" w14:textId="77777777" w:rsidR="00C23946" w:rsidRDefault="00C23946" w:rsidP="00C23946"/>
        </w:tc>
      </w:tr>
      <w:tr w:rsidR="00C23946" w14:paraId="11F6AA68" w14:textId="77777777" w:rsidTr="00F862D6">
        <w:tc>
          <w:tcPr>
            <w:tcW w:w="1020" w:type="dxa"/>
          </w:tcPr>
          <w:p w14:paraId="462DB4CA" w14:textId="77777777" w:rsidR="00C23946" w:rsidRDefault="00C23946" w:rsidP="00C23946">
            <w:r>
              <w:t>Vyřizuje</w:t>
            </w:r>
          </w:p>
        </w:tc>
        <w:tc>
          <w:tcPr>
            <w:tcW w:w="2552" w:type="dxa"/>
          </w:tcPr>
          <w:p w14:paraId="627D85B1" w14:textId="77777777" w:rsidR="00C23946" w:rsidRPr="003E6B9A" w:rsidRDefault="0091604E" w:rsidP="00C23946">
            <w:r>
              <w:t>Renáta Majerová</w:t>
            </w:r>
          </w:p>
        </w:tc>
        <w:tc>
          <w:tcPr>
            <w:tcW w:w="823" w:type="dxa"/>
          </w:tcPr>
          <w:p w14:paraId="047ECF1D" w14:textId="77777777" w:rsidR="00C23946" w:rsidRDefault="00C23946" w:rsidP="00C23946"/>
        </w:tc>
        <w:tc>
          <w:tcPr>
            <w:tcW w:w="3685" w:type="dxa"/>
            <w:vMerge/>
          </w:tcPr>
          <w:p w14:paraId="0FDC5006" w14:textId="77777777" w:rsidR="00C23946" w:rsidRDefault="00C23946" w:rsidP="00C23946"/>
        </w:tc>
      </w:tr>
      <w:tr w:rsidR="00C23946" w14:paraId="6F7D0299" w14:textId="77777777" w:rsidTr="00F862D6">
        <w:tc>
          <w:tcPr>
            <w:tcW w:w="1020" w:type="dxa"/>
          </w:tcPr>
          <w:p w14:paraId="3EF42269" w14:textId="77777777" w:rsidR="00C23946" w:rsidRDefault="00C23946" w:rsidP="00C23946"/>
        </w:tc>
        <w:tc>
          <w:tcPr>
            <w:tcW w:w="2552" w:type="dxa"/>
          </w:tcPr>
          <w:p w14:paraId="36D8ECB0" w14:textId="77777777" w:rsidR="00C23946" w:rsidRPr="003E6B9A" w:rsidRDefault="00C23946" w:rsidP="00C23946"/>
        </w:tc>
        <w:tc>
          <w:tcPr>
            <w:tcW w:w="823" w:type="dxa"/>
          </w:tcPr>
          <w:p w14:paraId="3AFCEDE9" w14:textId="77777777" w:rsidR="00C23946" w:rsidRDefault="00C23946" w:rsidP="00C23946"/>
        </w:tc>
        <w:tc>
          <w:tcPr>
            <w:tcW w:w="3685" w:type="dxa"/>
            <w:vMerge/>
          </w:tcPr>
          <w:p w14:paraId="143FD28C" w14:textId="77777777" w:rsidR="00C23946" w:rsidRDefault="00C23946" w:rsidP="00C23946"/>
        </w:tc>
      </w:tr>
      <w:tr w:rsidR="00C23946" w14:paraId="3CE72302" w14:textId="77777777" w:rsidTr="00F862D6">
        <w:tc>
          <w:tcPr>
            <w:tcW w:w="1020" w:type="dxa"/>
          </w:tcPr>
          <w:p w14:paraId="29D99B33" w14:textId="77777777" w:rsidR="00C23946" w:rsidRDefault="00C23946" w:rsidP="00C23946">
            <w:r>
              <w:t>Mobil</w:t>
            </w:r>
          </w:p>
        </w:tc>
        <w:tc>
          <w:tcPr>
            <w:tcW w:w="2552" w:type="dxa"/>
          </w:tcPr>
          <w:p w14:paraId="1C23B17F" w14:textId="77777777" w:rsidR="00C23946" w:rsidRPr="003E6B9A" w:rsidRDefault="00C23946" w:rsidP="00C23946">
            <w:r>
              <w:t>+420</w:t>
            </w:r>
            <w:r w:rsidR="0091604E">
              <w:t> 724 932 325</w:t>
            </w:r>
          </w:p>
        </w:tc>
        <w:tc>
          <w:tcPr>
            <w:tcW w:w="823" w:type="dxa"/>
          </w:tcPr>
          <w:p w14:paraId="205D10EF" w14:textId="77777777" w:rsidR="00C23946" w:rsidRDefault="00C23946" w:rsidP="00C23946"/>
        </w:tc>
        <w:tc>
          <w:tcPr>
            <w:tcW w:w="3685" w:type="dxa"/>
            <w:vMerge/>
          </w:tcPr>
          <w:p w14:paraId="2D5F525A" w14:textId="77777777" w:rsidR="00C23946" w:rsidRDefault="00C23946" w:rsidP="00C23946"/>
        </w:tc>
      </w:tr>
      <w:tr w:rsidR="00C23946" w14:paraId="36892F9F" w14:textId="77777777" w:rsidTr="00F862D6">
        <w:tc>
          <w:tcPr>
            <w:tcW w:w="1020" w:type="dxa"/>
          </w:tcPr>
          <w:p w14:paraId="0A36D52D" w14:textId="77777777" w:rsidR="00C23946" w:rsidRDefault="00C23946" w:rsidP="00C23946">
            <w:r>
              <w:t>E-mail</w:t>
            </w:r>
          </w:p>
        </w:tc>
        <w:tc>
          <w:tcPr>
            <w:tcW w:w="2552" w:type="dxa"/>
          </w:tcPr>
          <w:p w14:paraId="749CE3D4" w14:textId="77777777" w:rsidR="00C23946" w:rsidRPr="003E6B9A" w:rsidRDefault="00CF56A0" w:rsidP="00C23946">
            <w:hyperlink r:id="rId11" w:history="1">
              <w:r w:rsidR="0091604E" w:rsidRPr="00B00A7A">
                <w:rPr>
                  <w:rStyle w:val="Hypertextovodkaz"/>
                </w:rPr>
                <w:t>Majerova@spravazeleznic.cz</w:t>
              </w:r>
            </w:hyperlink>
          </w:p>
        </w:tc>
        <w:tc>
          <w:tcPr>
            <w:tcW w:w="823" w:type="dxa"/>
          </w:tcPr>
          <w:p w14:paraId="41DD3CF8" w14:textId="77777777" w:rsidR="00C23946" w:rsidRDefault="00C23946" w:rsidP="00C23946"/>
        </w:tc>
        <w:tc>
          <w:tcPr>
            <w:tcW w:w="3685" w:type="dxa"/>
            <w:vMerge/>
          </w:tcPr>
          <w:p w14:paraId="5F78C0CC" w14:textId="77777777" w:rsidR="00C23946" w:rsidRDefault="00C23946" w:rsidP="00C23946"/>
        </w:tc>
      </w:tr>
      <w:tr w:rsidR="00C23946" w14:paraId="045CE764" w14:textId="77777777" w:rsidTr="00F862D6">
        <w:tc>
          <w:tcPr>
            <w:tcW w:w="1020" w:type="dxa"/>
          </w:tcPr>
          <w:p w14:paraId="47F4B49D" w14:textId="77777777" w:rsidR="00C23946" w:rsidRDefault="00C23946" w:rsidP="00C23946"/>
        </w:tc>
        <w:tc>
          <w:tcPr>
            <w:tcW w:w="2552" w:type="dxa"/>
          </w:tcPr>
          <w:p w14:paraId="11C1BA50" w14:textId="77777777" w:rsidR="00C23946" w:rsidRPr="003E6B9A" w:rsidRDefault="00C23946" w:rsidP="00C23946"/>
        </w:tc>
        <w:tc>
          <w:tcPr>
            <w:tcW w:w="823" w:type="dxa"/>
          </w:tcPr>
          <w:p w14:paraId="50154948" w14:textId="77777777" w:rsidR="00C23946" w:rsidRDefault="00C23946" w:rsidP="00C23946"/>
        </w:tc>
        <w:tc>
          <w:tcPr>
            <w:tcW w:w="3685" w:type="dxa"/>
          </w:tcPr>
          <w:p w14:paraId="5BA92E2A" w14:textId="77777777" w:rsidR="00C23946" w:rsidRDefault="00C23946" w:rsidP="00C23946"/>
        </w:tc>
      </w:tr>
      <w:tr w:rsidR="00C23946" w14:paraId="2C006DB3" w14:textId="77777777" w:rsidTr="00F862D6">
        <w:tc>
          <w:tcPr>
            <w:tcW w:w="1020" w:type="dxa"/>
          </w:tcPr>
          <w:p w14:paraId="7B258A8B" w14:textId="77777777" w:rsidR="00C23946" w:rsidRPr="00DE4857" w:rsidRDefault="00C23946" w:rsidP="00C23946">
            <w:r w:rsidRPr="00DE4857">
              <w:t>Datum</w:t>
            </w:r>
          </w:p>
        </w:tc>
        <w:tc>
          <w:tcPr>
            <w:tcW w:w="2552" w:type="dxa"/>
          </w:tcPr>
          <w:p w14:paraId="6A40DE92" w14:textId="02094BD3" w:rsidR="00C23946" w:rsidRPr="00DE4857" w:rsidRDefault="001046E5" w:rsidP="00C23946">
            <w:bookmarkStart w:id="0" w:name="Datum"/>
            <w:r w:rsidRPr="00DE4857">
              <w:t>1</w:t>
            </w:r>
            <w:r w:rsidR="00CF56A0">
              <w:t>4</w:t>
            </w:r>
            <w:r w:rsidR="00AB0437" w:rsidRPr="00DE4857">
              <w:t xml:space="preserve">. </w:t>
            </w:r>
            <w:r w:rsidR="0091604E" w:rsidRPr="00DE4857">
              <w:t>červ</w:t>
            </w:r>
            <w:r w:rsidRPr="00DE4857">
              <w:t>e</w:t>
            </w:r>
            <w:r w:rsidR="0091604E" w:rsidRPr="00DE4857">
              <w:t>n</w:t>
            </w:r>
            <w:r w:rsidRPr="00DE4857">
              <w:t>ce</w:t>
            </w:r>
            <w:r w:rsidR="00AB0437" w:rsidRPr="00DE4857">
              <w:t xml:space="preserve"> 2023</w:t>
            </w:r>
            <w:r w:rsidR="00C23946" w:rsidRPr="00DE4857">
              <w:t xml:space="preserve"> </w:t>
            </w:r>
            <w:bookmarkEnd w:id="0"/>
          </w:p>
        </w:tc>
        <w:tc>
          <w:tcPr>
            <w:tcW w:w="823" w:type="dxa"/>
          </w:tcPr>
          <w:p w14:paraId="55A76C6B" w14:textId="77777777" w:rsidR="00C23946" w:rsidRDefault="00C23946" w:rsidP="00C23946"/>
        </w:tc>
        <w:tc>
          <w:tcPr>
            <w:tcW w:w="3685" w:type="dxa"/>
          </w:tcPr>
          <w:p w14:paraId="12F7157F" w14:textId="77777777" w:rsidR="00C23946" w:rsidRDefault="00C23946" w:rsidP="00C23946"/>
        </w:tc>
      </w:tr>
      <w:tr w:rsidR="00C23946" w14:paraId="287E9506" w14:textId="77777777" w:rsidTr="00F862D6">
        <w:tc>
          <w:tcPr>
            <w:tcW w:w="1020" w:type="dxa"/>
          </w:tcPr>
          <w:p w14:paraId="277D2739" w14:textId="77777777" w:rsidR="00C23946" w:rsidRDefault="00C23946" w:rsidP="00C23946"/>
        </w:tc>
        <w:tc>
          <w:tcPr>
            <w:tcW w:w="2552" w:type="dxa"/>
          </w:tcPr>
          <w:p w14:paraId="07567C38" w14:textId="77777777" w:rsidR="00C23946" w:rsidRPr="00FE3455" w:rsidRDefault="00C23946" w:rsidP="00C23946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1BE820E6" w14:textId="77777777" w:rsidR="00C23946" w:rsidRDefault="00C23946" w:rsidP="00C23946"/>
        </w:tc>
        <w:tc>
          <w:tcPr>
            <w:tcW w:w="3685" w:type="dxa"/>
          </w:tcPr>
          <w:p w14:paraId="3342E601" w14:textId="77777777" w:rsidR="00C23946" w:rsidRDefault="00C23946" w:rsidP="00C23946"/>
        </w:tc>
      </w:tr>
      <w:tr w:rsidR="00C23946" w14:paraId="62A593A1" w14:textId="77777777" w:rsidTr="00B45E9E">
        <w:trPr>
          <w:trHeight w:val="794"/>
        </w:trPr>
        <w:tc>
          <w:tcPr>
            <w:tcW w:w="1020" w:type="dxa"/>
          </w:tcPr>
          <w:p w14:paraId="1B27C6CC" w14:textId="77777777" w:rsidR="00C23946" w:rsidRDefault="00C23946" w:rsidP="00C23946"/>
        </w:tc>
        <w:tc>
          <w:tcPr>
            <w:tcW w:w="2552" w:type="dxa"/>
          </w:tcPr>
          <w:p w14:paraId="60023BC0" w14:textId="77777777" w:rsidR="00C23946" w:rsidRDefault="00C23946" w:rsidP="00C23946"/>
        </w:tc>
        <w:tc>
          <w:tcPr>
            <w:tcW w:w="823" w:type="dxa"/>
          </w:tcPr>
          <w:p w14:paraId="50BB2511" w14:textId="77777777" w:rsidR="00C23946" w:rsidRDefault="00C23946" w:rsidP="00C23946"/>
        </w:tc>
        <w:tc>
          <w:tcPr>
            <w:tcW w:w="3685" w:type="dxa"/>
          </w:tcPr>
          <w:p w14:paraId="3689E1BB" w14:textId="77777777" w:rsidR="00C23946" w:rsidRDefault="00C23946" w:rsidP="00C23946"/>
        </w:tc>
      </w:tr>
    </w:tbl>
    <w:p w14:paraId="051D7962" w14:textId="77777777" w:rsidR="00C23946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91604E" w:rsidRPr="0091604E">
        <w:rPr>
          <w:rFonts w:eastAsia="Calibri" w:cs="Times New Roman"/>
          <w:b/>
          <w:lang w:eastAsia="cs-CZ"/>
        </w:rPr>
        <w:t>Rekonstrukce ŽST Brno – Královo Pole</w:t>
      </w:r>
    </w:p>
    <w:p w14:paraId="56C65BAC" w14:textId="371604A9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C23946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</w:t>
      </w:r>
      <w:r w:rsidRPr="000C5650">
        <w:rPr>
          <w:rFonts w:eastAsia="Calibri" w:cs="Times New Roman"/>
          <w:lang w:eastAsia="cs-CZ"/>
        </w:rPr>
        <w:t xml:space="preserve">č. </w:t>
      </w:r>
      <w:r w:rsidR="00CF56A0">
        <w:rPr>
          <w:rFonts w:eastAsia="Times New Roman" w:cs="Times New Roman"/>
          <w:lang w:eastAsia="cs-CZ"/>
        </w:rPr>
        <w:t>20</w:t>
      </w:r>
    </w:p>
    <w:p w14:paraId="12B7C2B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</w:t>
      </w:r>
      <w:bookmarkStart w:id="1" w:name="_GoBack"/>
      <w:bookmarkEnd w:id="1"/>
      <w:r w:rsidRPr="00BD5319">
        <w:rPr>
          <w:rFonts w:eastAsia="Times New Roman" w:cs="Times New Roman"/>
          <w:lang w:eastAsia="cs-CZ"/>
        </w:rPr>
        <w:t>ona č. 134/2016 Sb., o zadávání veřejných zakázek, ve znění pozdějších předpisů (dále jen „ZZVZ“)</w:t>
      </w:r>
    </w:p>
    <w:p w14:paraId="23A79DBA" w14:textId="54A1228D" w:rsidR="00BD5319" w:rsidRPr="00F12EF4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44B763F9" w14:textId="692EA4DA" w:rsidR="000C5650" w:rsidRPr="00F12EF4" w:rsidRDefault="000C5650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D771C8E" w14:textId="3E7D7A4E" w:rsidR="000C0055" w:rsidRPr="00F12EF4" w:rsidRDefault="000C005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EC9E863" w14:textId="77777777" w:rsidR="000C0055" w:rsidRDefault="000C005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05AA4BC" w14:textId="0CB9799C" w:rsidR="00DF236E" w:rsidRPr="00BD5319" w:rsidRDefault="00DF236E" w:rsidP="00DF236E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4</w:t>
      </w:r>
      <w:r w:rsidR="0079405E">
        <w:rPr>
          <w:rFonts w:eastAsia="Calibri" w:cs="Times New Roman"/>
          <w:b/>
          <w:lang w:eastAsia="cs-CZ"/>
        </w:rPr>
        <w:t>3</w:t>
      </w:r>
      <w:r w:rsidR="00CF56A0">
        <w:rPr>
          <w:rFonts w:eastAsia="Calibri" w:cs="Times New Roman"/>
          <w:b/>
          <w:lang w:eastAsia="cs-CZ"/>
        </w:rPr>
        <w:t>5</w:t>
      </w:r>
      <w:r w:rsidRPr="00BD5319">
        <w:rPr>
          <w:rFonts w:eastAsia="Calibri" w:cs="Times New Roman"/>
          <w:b/>
          <w:lang w:eastAsia="cs-CZ"/>
        </w:rPr>
        <w:t>:</w:t>
      </w:r>
    </w:p>
    <w:p w14:paraId="606EBB07" w14:textId="2AF0EAE0" w:rsidR="00DF236E" w:rsidRPr="00CF56A0" w:rsidRDefault="00CF56A0" w:rsidP="0079405E">
      <w:pPr>
        <w:spacing w:after="0" w:line="240" w:lineRule="auto"/>
        <w:rPr>
          <w:rFonts w:eastAsia="Calibri" w:cs="Times New Roman"/>
          <w:b/>
          <w:lang w:eastAsia="cs-CZ"/>
        </w:rPr>
      </w:pPr>
      <w:proofErr w:type="spellStart"/>
      <w:r w:rsidRPr="00E62785">
        <w:rPr>
          <w:rFonts w:eastAsia="Times New Roman" w:cs="Tahoma"/>
          <w:color w:val="000000"/>
          <w:lang w:eastAsia="cs-CZ"/>
        </w:rPr>
        <w:t>Zadavateľ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požaduje, aby si každý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Uchádzač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rozpustil náklady na „(pasportizace, provizorní DIO, úpravy těchto ploch a komunikací před zahájením stavby, násl. opravy komunikací vč. živičných vysprávek a uvedení do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pův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. stavu“, rozpustil do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súvisiacich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položiek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. Máme za to, že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minimálne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oprava asfaltových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komunikácií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by mala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tvoriť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samostatnú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položku s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predpokladaným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množstvom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, kde následné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čerpanie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bude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podľa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skutočnosti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,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nakoľko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nie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je možné v čase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verejnej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súťaže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relevantne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odhadnúť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rozsah oprav a tým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pádom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riadne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</w:t>
      </w:r>
      <w:proofErr w:type="spellStart"/>
      <w:r w:rsidRPr="00E62785">
        <w:rPr>
          <w:rFonts w:eastAsia="Times New Roman" w:cs="Tahoma"/>
          <w:color w:val="000000"/>
          <w:lang w:eastAsia="cs-CZ"/>
        </w:rPr>
        <w:t>oceniť</w:t>
      </w:r>
      <w:proofErr w:type="spellEnd"/>
      <w:r w:rsidRPr="00E62785">
        <w:rPr>
          <w:rFonts w:eastAsia="Times New Roman" w:cs="Tahoma"/>
          <w:color w:val="000000"/>
          <w:lang w:eastAsia="cs-CZ"/>
        </w:rPr>
        <w:t xml:space="preserve"> druh práce.</w:t>
      </w:r>
      <w:r w:rsidR="00DF236E" w:rsidRPr="00CF56A0">
        <w:rPr>
          <w:rFonts w:eastAsia="Times New Roman" w:cs="Tahoma"/>
          <w:lang w:eastAsia="cs-CZ"/>
        </w:rPr>
        <w:br/>
      </w:r>
    </w:p>
    <w:p w14:paraId="24BA799A" w14:textId="69267F87" w:rsidR="006A6DB6" w:rsidRPr="00DE4857" w:rsidRDefault="00DF236E" w:rsidP="00AB0621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DE4857">
        <w:rPr>
          <w:rFonts w:eastAsia="Calibri" w:cs="Times New Roman"/>
          <w:b/>
          <w:lang w:eastAsia="cs-CZ"/>
        </w:rPr>
        <w:t xml:space="preserve">Odpověď: </w:t>
      </w:r>
    </w:p>
    <w:p w14:paraId="7F967F5B" w14:textId="0223458E" w:rsidR="00CF56A0" w:rsidRPr="00CF56A0" w:rsidRDefault="00CF56A0" w:rsidP="00CF56A0">
      <w:pPr>
        <w:rPr>
          <w:rFonts w:ascii="Verdana" w:hAnsi="Verdana"/>
          <w:color w:val="000000"/>
        </w:rPr>
      </w:pPr>
      <w:r w:rsidRPr="00CF56A0">
        <w:rPr>
          <w:rFonts w:ascii="Verdana" w:hAnsi="Verdana"/>
          <w:color w:val="000000"/>
        </w:rPr>
        <w:t>U případné sanace veřejných komunikací po stavbě Zadavatel vychází z projednání stavby a ze Smluvních podmínek FIDIC, které jsou součástí zadávacích podmínek stavby.</w:t>
      </w:r>
    </w:p>
    <w:p w14:paraId="4BA0C68F" w14:textId="77777777" w:rsidR="00CF56A0" w:rsidRPr="00CF56A0" w:rsidRDefault="00CF56A0" w:rsidP="00CF56A0">
      <w:pPr>
        <w:rPr>
          <w:rFonts w:ascii="Verdana" w:hAnsi="Verdana"/>
          <w:color w:val="000000"/>
        </w:rPr>
      </w:pPr>
      <w:r w:rsidRPr="00CF56A0">
        <w:rPr>
          <w:rFonts w:ascii="Verdana" w:hAnsi="Verdana"/>
          <w:color w:val="000000"/>
        </w:rPr>
        <w:t xml:space="preserve">V průběhu zpracování dokumentace nebyl vznesen jediný požadavek na obnovu veřejných komunikací po stavbě, např. z důvodu využívání staveništní dopravy s vyšší </w:t>
      </w:r>
      <w:proofErr w:type="gramStart"/>
      <w:r w:rsidRPr="00CF56A0">
        <w:rPr>
          <w:rFonts w:ascii="Verdana" w:hAnsi="Verdana"/>
          <w:color w:val="000000"/>
        </w:rPr>
        <w:t>tonáží</w:t>
      </w:r>
      <w:proofErr w:type="gramEnd"/>
      <w:r w:rsidRPr="00CF56A0">
        <w:rPr>
          <w:rFonts w:ascii="Verdana" w:hAnsi="Verdana"/>
          <w:color w:val="000000"/>
        </w:rPr>
        <w:t xml:space="preserve"> než je povolená únosnost veřejné komunikace. Nebyl tedy ze strany Zadavatele důvod zahrnout opravy využívaných komunikací do předloženého Soupisu prací. Napojení stavby na tyto veřejné komunikace jsou </w:t>
      </w:r>
      <w:proofErr w:type="gramStart"/>
      <w:r w:rsidRPr="00CF56A0">
        <w:rPr>
          <w:rFonts w:ascii="Verdana" w:hAnsi="Verdana"/>
          <w:color w:val="000000"/>
        </w:rPr>
        <w:t>popsány</w:t>
      </w:r>
      <w:proofErr w:type="gramEnd"/>
      <w:r w:rsidRPr="00CF56A0">
        <w:rPr>
          <w:rFonts w:ascii="Verdana" w:hAnsi="Verdana"/>
          <w:color w:val="000000"/>
        </w:rPr>
        <w:t xml:space="preserve"> v projektu POV a jdou zcela za budoucím Zhotovitelem stavby. </w:t>
      </w:r>
    </w:p>
    <w:p w14:paraId="5D8935E9" w14:textId="1E300E16" w:rsidR="00CF56A0" w:rsidRPr="00CF56A0" w:rsidRDefault="00CF56A0" w:rsidP="00CF56A0">
      <w:pPr>
        <w:rPr>
          <w:rFonts w:ascii="Verdana" w:hAnsi="Verdana"/>
          <w:color w:val="000000"/>
        </w:rPr>
      </w:pPr>
      <w:r w:rsidRPr="00CF56A0">
        <w:rPr>
          <w:rFonts w:ascii="Verdana" w:hAnsi="Verdana"/>
          <w:color w:val="000000"/>
        </w:rPr>
        <w:t xml:space="preserve">Smluvní podmínky FIDIC v bodě 4.15 Přístupové cesty sdělují: „Zhotovitel musí vyvinout přiměřené úsilí, aby zabránil poškození jakékoli silnice nebo mostu dopravou Zhotovitele nebo Personálem zhotovitele. Toto úsilí zahrnuje používání vhodných vozidel a cest.“ Dále se píše „Objednatel není odpovědný za jakékoli nároky, které mohou vzniknout při využití jakékoli přístupové cesty nebo jinak související s využitím přístupové cesty“. </w:t>
      </w:r>
    </w:p>
    <w:p w14:paraId="73E61DC2" w14:textId="77777777" w:rsidR="00CF56A0" w:rsidRPr="00CF56A0" w:rsidRDefault="00CF56A0" w:rsidP="00CF56A0">
      <w:pPr>
        <w:rPr>
          <w:rFonts w:ascii="Verdana" w:hAnsi="Verdana"/>
          <w:color w:val="000000"/>
        </w:rPr>
      </w:pPr>
      <w:r w:rsidRPr="00CF56A0">
        <w:rPr>
          <w:rFonts w:ascii="Verdana" w:hAnsi="Verdana"/>
          <w:color w:val="000000"/>
        </w:rPr>
        <w:t>Vytipování oprav veřejných komunikací v rámci stavby s tím, že Zadavatel bude dopředu předpokládat poškození těchto komunikací budoucím Zhotovitelem, není možné a je v rozporu se Smluvními podmínkami FIDIC. Dle podmínek FIDIC za případné poškození veřejných komunikací zcela odpovídá Zhotovitel stavby a ten si tyto náklady v předpokládané výši může zahrnout do své nabídky – rozpustit v předložených položkách souvisejících SO a PS.</w:t>
      </w:r>
    </w:p>
    <w:p w14:paraId="740F2ED5" w14:textId="34992FFF" w:rsidR="0079405E" w:rsidRPr="00CF56A0" w:rsidRDefault="00CF56A0" w:rsidP="00CF56A0">
      <w:pPr>
        <w:rPr>
          <w:rFonts w:ascii="Verdana" w:hAnsi="Verdana"/>
          <w:color w:val="000000"/>
        </w:rPr>
      </w:pPr>
      <w:r w:rsidRPr="00CF56A0">
        <w:rPr>
          <w:rFonts w:ascii="Verdana" w:hAnsi="Verdana"/>
          <w:color w:val="000000"/>
        </w:rPr>
        <w:t>Z výše popsaných důvodů nebude Zadavatel doplňovat Soupis prací stavby o nové položky na opravy komunikací.</w:t>
      </w:r>
    </w:p>
    <w:p w14:paraId="45F04E56" w14:textId="77777777" w:rsidR="00CF56A0" w:rsidRDefault="00CF56A0" w:rsidP="00CF56A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lastRenderedPageBreak/>
        <w:t xml:space="preserve">Vzhledem ke skutečnosti, že bylo provedeno pouze </w:t>
      </w:r>
      <w:r w:rsidRPr="00BD5319">
        <w:rPr>
          <w:rFonts w:eastAsia="Times New Roman" w:cs="Times New Roman"/>
          <w:b/>
          <w:lang w:eastAsia="cs-CZ"/>
        </w:rPr>
        <w:t xml:space="preserve">vysvětlení zadávací dokumentace </w:t>
      </w:r>
      <w:r w:rsidRPr="00BD5319">
        <w:rPr>
          <w:rFonts w:eastAsia="Times New Roman" w:cs="Times New Roman"/>
          <w:lang w:eastAsia="cs-CZ"/>
        </w:rPr>
        <w:t>dle § 98 ZZVZ, neprodlužuje zadavatel lhůtu pro podání nabídek.</w:t>
      </w:r>
    </w:p>
    <w:p w14:paraId="12631768" w14:textId="77777777" w:rsidR="000C5650" w:rsidRPr="00DE4857" w:rsidRDefault="000C5650" w:rsidP="000C565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14B170C7" w14:textId="77777777" w:rsidR="000C5650" w:rsidRPr="00BD5319" w:rsidRDefault="000C5650" w:rsidP="000C5650">
      <w:pPr>
        <w:spacing w:after="0" w:line="240" w:lineRule="auto"/>
        <w:rPr>
          <w:rFonts w:eastAsia="Times New Roman" w:cs="Times New Roman"/>
          <w:lang w:eastAsia="cs-CZ"/>
        </w:rPr>
      </w:pPr>
    </w:p>
    <w:p w14:paraId="7640364A" w14:textId="77777777" w:rsidR="000C5650" w:rsidRPr="00BD5319" w:rsidRDefault="000C5650" w:rsidP="000C565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6526D3">
        <w:rPr>
          <w:rFonts w:eastAsia="Calibri" w:cs="Times New Roman"/>
          <w:lang w:eastAsia="cs-CZ"/>
        </w:rPr>
        <w:t xml:space="preserve">Vysvětlení/ změnu/ doplnění zadávací </w:t>
      </w:r>
      <w:r w:rsidRPr="00BD5319">
        <w:rPr>
          <w:rFonts w:eastAsia="Calibri" w:cs="Times New Roman"/>
          <w:lang w:eastAsia="cs-CZ"/>
        </w:rPr>
        <w:t xml:space="preserve">dokumentace včetně příloh zadavatel uveřejňuje na profilu zadavatele na webovém portálu </w:t>
      </w:r>
      <w:hyperlink r:id="rId12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0325EF63" w14:textId="77777777" w:rsidR="000C5650" w:rsidRDefault="000C5650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8454EFB" w14:textId="77777777" w:rsidR="000C5650" w:rsidRDefault="000C5650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44515E1C" w14:textId="2CD52A44" w:rsidR="000C5650" w:rsidRDefault="000C5650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6DBD5429" w14:textId="4C222E22" w:rsidR="00DE4857" w:rsidRDefault="00DE4857" w:rsidP="00DE4857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V Olomouci dne 1</w:t>
      </w:r>
      <w:r w:rsidR="00CF56A0">
        <w:rPr>
          <w:rFonts w:eastAsia="Calibri" w:cs="Times New Roman"/>
          <w:lang w:eastAsia="cs-CZ"/>
        </w:rPr>
        <w:t>4</w:t>
      </w:r>
      <w:r>
        <w:rPr>
          <w:rFonts w:eastAsia="Calibri" w:cs="Times New Roman"/>
          <w:lang w:eastAsia="cs-CZ"/>
        </w:rPr>
        <w:t>. 7. 2023</w:t>
      </w:r>
    </w:p>
    <w:p w14:paraId="08C33E29" w14:textId="45345B00" w:rsidR="00DE4857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0493DA02" w14:textId="114A2315" w:rsidR="00DE4857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64309DAA" w14:textId="381D7613" w:rsidR="00DE4857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5D477F48" w14:textId="77777777" w:rsidR="00DE4857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41D03255" w14:textId="77777777" w:rsidR="00DE4857" w:rsidRPr="00F12EF4" w:rsidRDefault="00DE4857" w:rsidP="00BD5319">
      <w:pPr>
        <w:spacing w:after="0" w:line="240" w:lineRule="auto"/>
        <w:jc w:val="both"/>
        <w:rPr>
          <w:rFonts w:eastAsia="Calibri" w:cs="Times New Roman"/>
          <w:u w:val="single"/>
          <w:lang w:eastAsia="cs-CZ"/>
        </w:rPr>
      </w:pPr>
    </w:p>
    <w:p w14:paraId="42421641" w14:textId="77777777" w:rsidR="00FE716B" w:rsidRPr="00F12EF4" w:rsidRDefault="00FE716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6525C24" w14:textId="77777777" w:rsidR="00DE4857" w:rsidRPr="00CB7B5A" w:rsidRDefault="00DE4857" w:rsidP="00DE4857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30A5C299" w14:textId="77777777" w:rsidR="00DE4857" w:rsidRPr="00CB7B5A" w:rsidRDefault="00DE4857" w:rsidP="00DE4857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6227222D" w14:textId="77777777" w:rsidR="00DE4857" w:rsidRPr="00CB7B5A" w:rsidRDefault="00DE4857" w:rsidP="00DE4857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1256F3D7" w14:textId="77777777" w:rsidR="00DE4857" w:rsidRPr="00CB7B5A" w:rsidRDefault="00DE4857" w:rsidP="00DE4857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2A5C8CC6" w14:textId="77777777" w:rsidR="0079405E" w:rsidRPr="00BD5319" w:rsidRDefault="0079405E" w:rsidP="00FE716B">
      <w:pPr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sectPr w:rsidR="0079405E" w:rsidRP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C2464" w14:textId="77777777" w:rsidR="00886387" w:rsidRDefault="00886387" w:rsidP="00962258">
      <w:pPr>
        <w:spacing w:after="0" w:line="240" w:lineRule="auto"/>
      </w:pPr>
      <w:r>
        <w:separator/>
      </w:r>
    </w:p>
  </w:endnote>
  <w:endnote w:type="continuationSeparator" w:id="0">
    <w:p w14:paraId="0A3CC1CA" w14:textId="77777777" w:rsidR="00886387" w:rsidRDefault="0088638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69B419B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12D691B" w14:textId="6B53846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2C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2C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62633B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29A8D2F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E27033C" w14:textId="77777777" w:rsidR="00F1715C" w:rsidRDefault="00F1715C" w:rsidP="00D831A3">
          <w:pPr>
            <w:pStyle w:val="Zpat"/>
          </w:pPr>
        </w:p>
      </w:tc>
    </w:tr>
  </w:tbl>
  <w:p w14:paraId="3D4B8AAD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3BDEBBD" wp14:editId="7809664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04C36E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BA4DF73" wp14:editId="1F1D00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2EB803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4214945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8449464" w14:textId="4A2E87C8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12C5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12C5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9FD92D4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5FF681F7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EE4CE5B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7ACD2291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2AB406A5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76FA60E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7142572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19174F5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E4C598F" w14:textId="77777777" w:rsidR="00712ED1" w:rsidRDefault="00712ED1" w:rsidP="00331004">
          <w:pPr>
            <w:pStyle w:val="Zpat"/>
          </w:pPr>
        </w:p>
      </w:tc>
    </w:tr>
  </w:tbl>
  <w:p w14:paraId="2A8AF1A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417326E5" wp14:editId="79A7FB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DC52854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3C799489" wp14:editId="1F441DF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FA2CA45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F660BD5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95FC7F" w14:textId="77777777" w:rsidR="00886387" w:rsidRDefault="00886387" w:rsidP="00962258">
      <w:pPr>
        <w:spacing w:after="0" w:line="240" w:lineRule="auto"/>
      </w:pPr>
      <w:r>
        <w:separator/>
      </w:r>
    </w:p>
  </w:footnote>
  <w:footnote w:type="continuationSeparator" w:id="0">
    <w:p w14:paraId="03F16713" w14:textId="77777777" w:rsidR="00886387" w:rsidRDefault="0088638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85ABF3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60F5E2A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4063B0D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E1435A5" w14:textId="77777777" w:rsidR="00F1715C" w:rsidRPr="00D6163D" w:rsidRDefault="00F1715C" w:rsidP="00D6163D">
          <w:pPr>
            <w:pStyle w:val="Druhdokumentu"/>
          </w:pPr>
        </w:p>
      </w:tc>
    </w:tr>
  </w:tbl>
  <w:p w14:paraId="0C65F39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60E4CB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26E3529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36B42032" wp14:editId="3743FDB3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46688635" wp14:editId="32F1725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      <w:pict>
                  <v:shape w14:anchorId="0FF91064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FA145A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CEB8BDA" w14:textId="77777777" w:rsidR="00F1715C" w:rsidRPr="00D6163D" w:rsidRDefault="00F1715C" w:rsidP="00FC6389">
          <w:pPr>
            <w:pStyle w:val="Druhdokumentu"/>
          </w:pPr>
        </w:p>
      </w:tc>
    </w:tr>
    <w:tr w:rsidR="00F64786" w14:paraId="0CC9682D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735F4E0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BFFE089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255B338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25AE515A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73BCAB07" wp14:editId="27FA1E8F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shape w14:anchorId="221E3825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2B73BCB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9C1ED2"/>
    <w:multiLevelType w:val="hybridMultilevel"/>
    <w:tmpl w:val="DED06F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E34343"/>
    <w:multiLevelType w:val="hybridMultilevel"/>
    <w:tmpl w:val="9B6296A0"/>
    <w:lvl w:ilvl="0" w:tplc="0E843FE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B63EA7"/>
    <w:multiLevelType w:val="hybridMultilevel"/>
    <w:tmpl w:val="767253E8"/>
    <w:lvl w:ilvl="0" w:tplc="35FC6DC4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6" w15:restartNumberingAfterBreak="0">
    <w:nsid w:val="265555F3"/>
    <w:multiLevelType w:val="hybridMultilevel"/>
    <w:tmpl w:val="D1D8F5D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164116E"/>
    <w:multiLevelType w:val="hybridMultilevel"/>
    <w:tmpl w:val="AAA282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6A1EC1"/>
    <w:multiLevelType w:val="hybridMultilevel"/>
    <w:tmpl w:val="425E8122"/>
    <w:lvl w:ilvl="0" w:tplc="24F66842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B015E8"/>
    <w:multiLevelType w:val="hybridMultilevel"/>
    <w:tmpl w:val="53A2EF3E"/>
    <w:lvl w:ilvl="0" w:tplc="254E9B82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C4598"/>
    <w:multiLevelType w:val="hybridMultilevel"/>
    <w:tmpl w:val="8BE66778"/>
    <w:lvl w:ilvl="0" w:tplc="CF9E5EA0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5"/>
  </w:num>
  <w:num w:numId="2">
    <w:abstractNumId w:val="1"/>
  </w:num>
  <w:num w:numId="3">
    <w:abstractNumId w:val="7"/>
  </w:num>
  <w:num w:numId="4">
    <w:abstractNumId w:val="13"/>
  </w:num>
  <w:num w:numId="5">
    <w:abstractNumId w:val="0"/>
  </w:num>
  <w:num w:numId="6">
    <w:abstractNumId w:val="12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6"/>
  </w:num>
  <w:num w:numId="12">
    <w:abstractNumId w:val="11"/>
  </w:num>
  <w:num w:numId="13">
    <w:abstractNumId w:val="10"/>
  </w:num>
  <w:num w:numId="14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00547"/>
    <w:rsid w:val="0000175A"/>
    <w:rsid w:val="00033432"/>
    <w:rsid w:val="000335CC"/>
    <w:rsid w:val="000350F2"/>
    <w:rsid w:val="000420EB"/>
    <w:rsid w:val="000575F7"/>
    <w:rsid w:val="00072C1E"/>
    <w:rsid w:val="000A5BAB"/>
    <w:rsid w:val="000B3A82"/>
    <w:rsid w:val="000B5C14"/>
    <w:rsid w:val="000B6C7E"/>
    <w:rsid w:val="000B7907"/>
    <w:rsid w:val="000C0055"/>
    <w:rsid w:val="000C0429"/>
    <w:rsid w:val="000C45E8"/>
    <w:rsid w:val="000C5650"/>
    <w:rsid w:val="000C5BE1"/>
    <w:rsid w:val="000F401F"/>
    <w:rsid w:val="001017E3"/>
    <w:rsid w:val="001046E5"/>
    <w:rsid w:val="00113B92"/>
    <w:rsid w:val="00114472"/>
    <w:rsid w:val="00147B13"/>
    <w:rsid w:val="00157DB4"/>
    <w:rsid w:val="00170EC5"/>
    <w:rsid w:val="001747C1"/>
    <w:rsid w:val="0018596A"/>
    <w:rsid w:val="00187549"/>
    <w:rsid w:val="001B69C2"/>
    <w:rsid w:val="001B7236"/>
    <w:rsid w:val="001C194A"/>
    <w:rsid w:val="001C4DA0"/>
    <w:rsid w:val="00207DF5"/>
    <w:rsid w:val="00232DA1"/>
    <w:rsid w:val="00267369"/>
    <w:rsid w:val="0026785D"/>
    <w:rsid w:val="002957EC"/>
    <w:rsid w:val="002C31BF"/>
    <w:rsid w:val="002C60E7"/>
    <w:rsid w:val="002E0CD7"/>
    <w:rsid w:val="002F026B"/>
    <w:rsid w:val="00300DB5"/>
    <w:rsid w:val="00357BC6"/>
    <w:rsid w:val="0036776F"/>
    <w:rsid w:val="0037111D"/>
    <w:rsid w:val="0037253D"/>
    <w:rsid w:val="003756B9"/>
    <w:rsid w:val="003956C6"/>
    <w:rsid w:val="003E6B9A"/>
    <w:rsid w:val="003E74C4"/>
    <w:rsid w:val="003E75CE"/>
    <w:rsid w:val="0041380F"/>
    <w:rsid w:val="00450F07"/>
    <w:rsid w:val="00453CD3"/>
    <w:rsid w:val="004542B6"/>
    <w:rsid w:val="00455BC7"/>
    <w:rsid w:val="0045779D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12C51"/>
    <w:rsid w:val="005149C3"/>
    <w:rsid w:val="00517997"/>
    <w:rsid w:val="00523EA7"/>
    <w:rsid w:val="00526670"/>
    <w:rsid w:val="00526C74"/>
    <w:rsid w:val="00527788"/>
    <w:rsid w:val="00542527"/>
    <w:rsid w:val="00542922"/>
    <w:rsid w:val="00545020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5F298A"/>
    <w:rsid w:val="006104F6"/>
    <w:rsid w:val="0061068E"/>
    <w:rsid w:val="006271B3"/>
    <w:rsid w:val="00642AD1"/>
    <w:rsid w:val="006526D3"/>
    <w:rsid w:val="00660AD3"/>
    <w:rsid w:val="00694568"/>
    <w:rsid w:val="006A5570"/>
    <w:rsid w:val="006A689C"/>
    <w:rsid w:val="006A6DB6"/>
    <w:rsid w:val="006B3D79"/>
    <w:rsid w:val="006C5DC4"/>
    <w:rsid w:val="006E0578"/>
    <w:rsid w:val="006E314D"/>
    <w:rsid w:val="006E3AAB"/>
    <w:rsid w:val="006E7A87"/>
    <w:rsid w:val="006E7E12"/>
    <w:rsid w:val="006E7F06"/>
    <w:rsid w:val="00710723"/>
    <w:rsid w:val="00712ED1"/>
    <w:rsid w:val="00723ED1"/>
    <w:rsid w:val="00735ED4"/>
    <w:rsid w:val="007417B0"/>
    <w:rsid w:val="00743525"/>
    <w:rsid w:val="007531A0"/>
    <w:rsid w:val="00757AAA"/>
    <w:rsid w:val="0076286B"/>
    <w:rsid w:val="00764595"/>
    <w:rsid w:val="00766846"/>
    <w:rsid w:val="0077673A"/>
    <w:rsid w:val="007846E1"/>
    <w:rsid w:val="0079405E"/>
    <w:rsid w:val="007A6C04"/>
    <w:rsid w:val="007B570C"/>
    <w:rsid w:val="007C0C39"/>
    <w:rsid w:val="007E4A6E"/>
    <w:rsid w:val="007F56A7"/>
    <w:rsid w:val="00807DD0"/>
    <w:rsid w:val="00813F11"/>
    <w:rsid w:val="00861C40"/>
    <w:rsid w:val="00886387"/>
    <w:rsid w:val="0088691F"/>
    <w:rsid w:val="00891334"/>
    <w:rsid w:val="008A3568"/>
    <w:rsid w:val="008A4709"/>
    <w:rsid w:val="008D03B9"/>
    <w:rsid w:val="008F18D6"/>
    <w:rsid w:val="00904780"/>
    <w:rsid w:val="009113A8"/>
    <w:rsid w:val="009134A5"/>
    <w:rsid w:val="0091604E"/>
    <w:rsid w:val="00922385"/>
    <w:rsid w:val="009223DF"/>
    <w:rsid w:val="0093584A"/>
    <w:rsid w:val="00936091"/>
    <w:rsid w:val="00940052"/>
    <w:rsid w:val="00940D8A"/>
    <w:rsid w:val="00962258"/>
    <w:rsid w:val="009678B7"/>
    <w:rsid w:val="00970D14"/>
    <w:rsid w:val="00982411"/>
    <w:rsid w:val="00992D9C"/>
    <w:rsid w:val="00996CB8"/>
    <w:rsid w:val="009A7568"/>
    <w:rsid w:val="009B2E97"/>
    <w:rsid w:val="009B3C69"/>
    <w:rsid w:val="009B72CC"/>
    <w:rsid w:val="009E07F4"/>
    <w:rsid w:val="009F392E"/>
    <w:rsid w:val="009F7A01"/>
    <w:rsid w:val="00A04DC4"/>
    <w:rsid w:val="00A0513C"/>
    <w:rsid w:val="00A1284C"/>
    <w:rsid w:val="00A22E1C"/>
    <w:rsid w:val="00A263BC"/>
    <w:rsid w:val="00A34313"/>
    <w:rsid w:val="00A44328"/>
    <w:rsid w:val="00A6177B"/>
    <w:rsid w:val="00A66136"/>
    <w:rsid w:val="00A81428"/>
    <w:rsid w:val="00A82E93"/>
    <w:rsid w:val="00AA4CBB"/>
    <w:rsid w:val="00AA65FA"/>
    <w:rsid w:val="00AA7351"/>
    <w:rsid w:val="00AB0437"/>
    <w:rsid w:val="00AB0621"/>
    <w:rsid w:val="00AD056F"/>
    <w:rsid w:val="00AD2773"/>
    <w:rsid w:val="00AD6731"/>
    <w:rsid w:val="00AE1DDE"/>
    <w:rsid w:val="00B11C79"/>
    <w:rsid w:val="00B15B5E"/>
    <w:rsid w:val="00B15D0D"/>
    <w:rsid w:val="00B23CA3"/>
    <w:rsid w:val="00B3491A"/>
    <w:rsid w:val="00B35913"/>
    <w:rsid w:val="00B45E9E"/>
    <w:rsid w:val="00B54616"/>
    <w:rsid w:val="00B55F9C"/>
    <w:rsid w:val="00B75EE1"/>
    <w:rsid w:val="00B77481"/>
    <w:rsid w:val="00B8518B"/>
    <w:rsid w:val="00B9205E"/>
    <w:rsid w:val="00BB3740"/>
    <w:rsid w:val="00BD5319"/>
    <w:rsid w:val="00BD7E91"/>
    <w:rsid w:val="00BE742E"/>
    <w:rsid w:val="00BF374D"/>
    <w:rsid w:val="00BF6D48"/>
    <w:rsid w:val="00C02D0A"/>
    <w:rsid w:val="00C03A6E"/>
    <w:rsid w:val="00C211C8"/>
    <w:rsid w:val="00C23946"/>
    <w:rsid w:val="00C30759"/>
    <w:rsid w:val="00C4215A"/>
    <w:rsid w:val="00C44F6A"/>
    <w:rsid w:val="00C52D60"/>
    <w:rsid w:val="00C727E5"/>
    <w:rsid w:val="00C8207D"/>
    <w:rsid w:val="00CA6367"/>
    <w:rsid w:val="00CB7B5A"/>
    <w:rsid w:val="00CC1E2B"/>
    <w:rsid w:val="00CC4D03"/>
    <w:rsid w:val="00CD1FC4"/>
    <w:rsid w:val="00CE371D"/>
    <w:rsid w:val="00CF56A0"/>
    <w:rsid w:val="00D02A4D"/>
    <w:rsid w:val="00D21061"/>
    <w:rsid w:val="00D305FC"/>
    <w:rsid w:val="00D316A7"/>
    <w:rsid w:val="00D4108E"/>
    <w:rsid w:val="00D42419"/>
    <w:rsid w:val="00D55DCE"/>
    <w:rsid w:val="00D6163D"/>
    <w:rsid w:val="00D63009"/>
    <w:rsid w:val="00D818CB"/>
    <w:rsid w:val="00D831A3"/>
    <w:rsid w:val="00D902AD"/>
    <w:rsid w:val="00DA6FFE"/>
    <w:rsid w:val="00DB49CE"/>
    <w:rsid w:val="00DC3110"/>
    <w:rsid w:val="00DD3B8B"/>
    <w:rsid w:val="00DD46F3"/>
    <w:rsid w:val="00DD58A6"/>
    <w:rsid w:val="00DE4857"/>
    <w:rsid w:val="00DE56F2"/>
    <w:rsid w:val="00DF116D"/>
    <w:rsid w:val="00DF236E"/>
    <w:rsid w:val="00E10710"/>
    <w:rsid w:val="00E14C90"/>
    <w:rsid w:val="00E21879"/>
    <w:rsid w:val="00E624E7"/>
    <w:rsid w:val="00E824F1"/>
    <w:rsid w:val="00E92B69"/>
    <w:rsid w:val="00E978F5"/>
    <w:rsid w:val="00EB104F"/>
    <w:rsid w:val="00ED14BD"/>
    <w:rsid w:val="00ED1E88"/>
    <w:rsid w:val="00ED2AEF"/>
    <w:rsid w:val="00ED5B26"/>
    <w:rsid w:val="00EF3A24"/>
    <w:rsid w:val="00EF6A2B"/>
    <w:rsid w:val="00F01440"/>
    <w:rsid w:val="00F12DEC"/>
    <w:rsid w:val="00F12EF4"/>
    <w:rsid w:val="00F1715C"/>
    <w:rsid w:val="00F310F8"/>
    <w:rsid w:val="00F35939"/>
    <w:rsid w:val="00F45607"/>
    <w:rsid w:val="00F64786"/>
    <w:rsid w:val="00F659EB"/>
    <w:rsid w:val="00F71AAF"/>
    <w:rsid w:val="00F804A7"/>
    <w:rsid w:val="00F862D6"/>
    <w:rsid w:val="00F86BA6"/>
    <w:rsid w:val="00FA1020"/>
    <w:rsid w:val="00FC6389"/>
    <w:rsid w:val="00FD2F51"/>
    <w:rsid w:val="00FE3455"/>
    <w:rsid w:val="00FE716B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E5AADF9"/>
  <w14:defaultImageDpi w14:val="32767"/>
  <w15:docId w15:val="{F2E4A644-47EE-4EEA-9751-3C5584FD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000547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04E"/>
    <w:rPr>
      <w:color w:val="605E5C"/>
      <w:shd w:val="clear" w:color="auto" w:fill="E1DFDD"/>
    </w:rPr>
  </w:style>
  <w:style w:type="table" w:customStyle="1" w:styleId="Mkatabulky1">
    <w:name w:val="Mřížka tabulky1"/>
    <w:basedOn w:val="Normlntabulka"/>
    <w:next w:val="Mkatabulky"/>
    <w:uiPriority w:val="39"/>
    <w:rsid w:val="0091604E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6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0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jerova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F50D2264-3EFB-4431-8646-0E5960318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55</TotalTime>
  <Pages>2</Pages>
  <Words>452</Words>
  <Characters>2669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Majerová Renáta</cp:lastModifiedBy>
  <cp:revision>11</cp:revision>
  <cp:lastPrinted>2023-05-03T08:02:00Z</cp:lastPrinted>
  <dcterms:created xsi:type="dcterms:W3CDTF">2023-07-12T13:13:00Z</dcterms:created>
  <dcterms:modified xsi:type="dcterms:W3CDTF">2023-07-14T07:37:00Z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